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E78" w:rsidRPr="00AE585A" w:rsidRDefault="00176E78" w:rsidP="00176E78">
      <w:bookmarkStart w:id="0" w:name="_GoBack"/>
      <w:bookmarkEnd w:id="0"/>
      <w:r w:rsidRPr="00AE585A">
        <w:rPr>
          <w:rFonts w:hint="eastAsia"/>
        </w:rPr>
        <w:t>第</w:t>
      </w:r>
      <w:r w:rsidRPr="00AE585A">
        <w:t>1</w:t>
      </w:r>
      <w:r w:rsidRPr="00AE585A">
        <w:rPr>
          <w:rFonts w:hint="eastAsia"/>
        </w:rPr>
        <w:t>号様式</w:t>
      </w:r>
      <w:r w:rsidRPr="00AE585A">
        <w:t>(</w:t>
      </w:r>
      <w:r w:rsidRPr="00AE585A">
        <w:rPr>
          <w:rFonts w:hint="eastAsia"/>
        </w:rPr>
        <w:t>第</w:t>
      </w:r>
      <w:r w:rsidRPr="00AE585A">
        <w:t>4</w:t>
      </w:r>
      <w:r w:rsidRPr="00AE585A">
        <w:rPr>
          <w:rFonts w:hint="eastAsia"/>
        </w:rPr>
        <w:t>条関係</w:t>
      </w:r>
      <w:r w:rsidRPr="00AE585A">
        <w:t>)</w:t>
      </w:r>
    </w:p>
    <w:p w:rsidR="00176E78" w:rsidRPr="00AE585A" w:rsidRDefault="00176E78" w:rsidP="00176E78">
      <w:pPr>
        <w:jc w:val="center"/>
      </w:pPr>
      <w:r w:rsidRPr="00AE585A">
        <w:t>(</w:t>
      </w:r>
      <w:r w:rsidRPr="00AE585A">
        <w:rPr>
          <w:rFonts w:hint="eastAsia"/>
        </w:rPr>
        <w:t>表</w:t>
      </w:r>
      <w:r w:rsidRPr="00AE585A">
        <w:t>)</w:t>
      </w: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71"/>
        <w:gridCol w:w="567"/>
        <w:gridCol w:w="3402"/>
      </w:tblGrid>
      <w:tr w:rsidR="00176E78" w:rsidRPr="00AE585A" w:rsidTr="00176E78">
        <w:trPr>
          <w:cantSplit/>
          <w:trHeight w:val="70"/>
        </w:trPr>
        <w:tc>
          <w:tcPr>
            <w:tcW w:w="55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176E78" w:rsidRPr="00AE585A" w:rsidRDefault="00176E78" w:rsidP="00E559E1">
            <w:pPr>
              <w:jc w:val="center"/>
            </w:pPr>
            <w:r w:rsidRPr="00AE585A"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 w:rsidRPr="00AE585A">
              <w:rPr>
                <w:rFonts w:hint="eastAsia"/>
              </w:rPr>
              <w:t>付</w:t>
            </w:r>
          </w:p>
        </w:tc>
        <w:tc>
          <w:tcPr>
            <w:tcW w:w="3402" w:type="dxa"/>
            <w:vAlign w:val="center"/>
          </w:tcPr>
          <w:p w:rsidR="00176E78" w:rsidRPr="00AE585A" w:rsidRDefault="00176E78" w:rsidP="00E559E1">
            <w:pPr>
              <w:jc w:val="right"/>
            </w:pPr>
            <w:r>
              <w:rPr>
                <w:rFonts w:hint="eastAsia"/>
              </w:rPr>
              <w:t xml:space="preserve">　　　　</w:t>
            </w:r>
            <w:r w:rsidRPr="00AE585A">
              <w:rPr>
                <w:rFonts w:hint="eastAsia"/>
              </w:rPr>
              <w:t>年　　月　　日</w:t>
            </w:r>
          </w:p>
        </w:tc>
      </w:tr>
      <w:tr w:rsidR="00176E78" w:rsidRPr="00AE585A" w:rsidTr="00176E78">
        <w:trPr>
          <w:cantSplit/>
          <w:trHeight w:val="70"/>
        </w:trPr>
        <w:tc>
          <w:tcPr>
            <w:tcW w:w="5571" w:type="dxa"/>
            <w:vMerge/>
            <w:tcBorders>
              <w:left w:val="nil"/>
              <w:bottom w:val="nil"/>
              <w:right w:val="nil"/>
            </w:tcBorders>
          </w:tcPr>
          <w:p w:rsidR="00176E78" w:rsidRPr="00AE585A" w:rsidRDefault="00176E78" w:rsidP="00E559E1"/>
        </w:tc>
        <w:tc>
          <w:tcPr>
            <w:tcW w:w="567" w:type="dxa"/>
            <w:vMerge/>
          </w:tcPr>
          <w:p w:rsidR="00176E78" w:rsidRPr="00AE585A" w:rsidRDefault="00176E78" w:rsidP="00E559E1"/>
        </w:tc>
        <w:tc>
          <w:tcPr>
            <w:tcW w:w="3402" w:type="dxa"/>
            <w:vAlign w:val="center"/>
          </w:tcPr>
          <w:p w:rsidR="00176E78" w:rsidRPr="00AE585A" w:rsidRDefault="00176E78" w:rsidP="00E559E1">
            <w:pPr>
              <w:jc w:val="right"/>
            </w:pPr>
            <w:r>
              <w:rPr>
                <w:rFonts w:hint="eastAsia"/>
              </w:rPr>
              <w:t xml:space="preserve">　　　　</w:t>
            </w:r>
            <w:r w:rsidRPr="00AE585A">
              <w:rPr>
                <w:rFonts w:hint="eastAsia"/>
              </w:rPr>
              <w:t>第　　　　　号</w:t>
            </w:r>
          </w:p>
        </w:tc>
      </w:tr>
    </w:tbl>
    <w:p w:rsidR="00176E78" w:rsidRPr="00AE585A" w:rsidRDefault="00176E78" w:rsidP="00983754">
      <w:pPr>
        <w:spacing w:line="240" w:lineRule="exact"/>
      </w:pPr>
    </w:p>
    <w:p w:rsidR="00176E78" w:rsidRPr="00AE585A" w:rsidRDefault="00176E78" w:rsidP="00176E78">
      <w:pPr>
        <w:jc w:val="center"/>
      </w:pPr>
      <w:r w:rsidRPr="00AE585A">
        <w:rPr>
          <w:rFonts w:hint="eastAsia"/>
        </w:rPr>
        <w:t>給水装置工事</w:t>
      </w:r>
      <w:r w:rsidRPr="00AE585A">
        <w:t>(</w:t>
      </w:r>
      <w:sdt>
        <w:sdtPr>
          <w:id w:val="-124395159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>
          <w:rPr>
            <w:rFonts w:hint="eastAsia"/>
          </w:rPr>
        </w:sdtEndPr>
        <w:sdtContent>
          <w:r w:rsidR="0054522A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E585A">
        <w:rPr>
          <w:rFonts w:hint="eastAsia"/>
        </w:rPr>
        <w:t>新設、</w:t>
      </w:r>
      <w:sdt>
        <w:sdtPr>
          <w:id w:val="-120286095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>
          <w:rPr>
            <w:rFonts w:hint="eastAsia"/>
          </w:rPr>
        </w:sdtEndPr>
        <w:sdtContent>
          <w:r w:rsidR="0054522A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E585A">
        <w:rPr>
          <w:rFonts w:hint="eastAsia"/>
        </w:rPr>
        <w:t>増設、</w:t>
      </w:r>
      <w:sdt>
        <w:sdtPr>
          <w:id w:val="25355251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>
          <w:rPr>
            <w:rFonts w:hint="eastAsia"/>
          </w:rPr>
        </w:sdtEndPr>
        <w:sdtContent>
          <w:r w:rsidR="0054522A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E585A">
        <w:rPr>
          <w:rFonts w:hint="eastAsia"/>
        </w:rPr>
        <w:t>改造、</w:t>
      </w:r>
      <w:sdt>
        <w:sdtPr>
          <w:id w:val="77922180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>
          <w:rPr>
            <w:rFonts w:hint="eastAsia"/>
          </w:rPr>
        </w:sdtEndPr>
        <w:sdtContent>
          <w:r w:rsidR="0054522A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E585A">
        <w:rPr>
          <w:rFonts w:hint="eastAsia"/>
        </w:rPr>
        <w:t>修繕</w:t>
      </w:r>
      <w:r w:rsidRPr="00AE585A">
        <w:t>)</w:t>
      </w:r>
      <w:r w:rsidRPr="00AE585A">
        <w:rPr>
          <w:rFonts w:hint="eastAsia"/>
        </w:rPr>
        <w:t>申込書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7087"/>
      </w:tblGrid>
      <w:tr w:rsidR="00176E78" w:rsidRPr="00AE585A" w:rsidTr="00176E78">
        <w:trPr>
          <w:trHeight w:val="178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工事場所</w:t>
            </w:r>
          </w:p>
        </w:tc>
        <w:tc>
          <w:tcPr>
            <w:tcW w:w="7087" w:type="dxa"/>
            <w:vAlign w:val="center"/>
          </w:tcPr>
          <w:p w:rsidR="00176E78" w:rsidRPr="00AE585A" w:rsidRDefault="00176E78" w:rsidP="00E559E1">
            <w:pPr>
              <w:ind w:firstLineChars="100" w:firstLine="260"/>
            </w:pPr>
            <w:r w:rsidRPr="00AE585A">
              <w:rPr>
                <w:rFonts w:hint="eastAsia"/>
              </w:rPr>
              <w:t>清須市春日</w:t>
            </w:r>
          </w:p>
        </w:tc>
      </w:tr>
      <w:tr w:rsidR="00176E78" w:rsidRPr="00AE585A" w:rsidTr="00176E78">
        <w:trPr>
          <w:trHeight w:val="553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給水装置所有者</w:t>
            </w:r>
          </w:p>
        </w:tc>
        <w:tc>
          <w:tcPr>
            <w:tcW w:w="7087" w:type="dxa"/>
            <w:vAlign w:val="bottom"/>
          </w:tcPr>
          <w:p w:rsidR="00176E78" w:rsidRPr="00AE585A" w:rsidRDefault="00176E78" w:rsidP="00176E78">
            <w:pPr>
              <w:ind w:firstLineChars="100" w:firstLine="260"/>
            </w:pPr>
            <w:r w:rsidRPr="00AE585A">
              <w:rPr>
                <w:rFonts w:hint="eastAsia"/>
              </w:rPr>
              <w:t>住所</w:t>
            </w:r>
          </w:p>
          <w:p w:rsidR="00176E78" w:rsidRPr="00AE585A" w:rsidRDefault="00176E78" w:rsidP="00176E78">
            <w:pPr>
              <w:ind w:firstLineChars="100" w:firstLine="260"/>
            </w:pPr>
            <w:r w:rsidRPr="00AE585A">
              <w:rPr>
                <w:rFonts w:hint="eastAsia"/>
              </w:rPr>
              <w:t>氏名</w:t>
            </w:r>
          </w:p>
        </w:tc>
      </w:tr>
      <w:tr w:rsidR="00176E78" w:rsidRPr="00AE585A" w:rsidTr="00176E78">
        <w:trPr>
          <w:trHeight w:val="20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土地、家屋、所有者</w:t>
            </w:r>
          </w:p>
        </w:tc>
        <w:tc>
          <w:tcPr>
            <w:tcW w:w="7087" w:type="dxa"/>
            <w:vAlign w:val="bottom"/>
          </w:tcPr>
          <w:p w:rsidR="00176E78" w:rsidRPr="00AE585A" w:rsidRDefault="00176E78" w:rsidP="00176E78">
            <w:pPr>
              <w:ind w:firstLineChars="100" w:firstLine="260"/>
            </w:pPr>
            <w:r w:rsidRPr="00AE585A">
              <w:rPr>
                <w:rFonts w:hint="eastAsia"/>
              </w:rPr>
              <w:t>住所</w:t>
            </w:r>
          </w:p>
          <w:p w:rsidR="00176E78" w:rsidRPr="00AE585A" w:rsidRDefault="00176E78" w:rsidP="00176E78">
            <w:pPr>
              <w:ind w:firstLineChars="100" w:firstLine="260"/>
            </w:pPr>
            <w:r w:rsidRPr="00AE585A">
              <w:rPr>
                <w:rFonts w:hint="eastAsia"/>
              </w:rPr>
              <w:t>氏名</w:t>
            </w:r>
          </w:p>
        </w:tc>
      </w:tr>
      <w:tr w:rsidR="00176E78" w:rsidRPr="00AE585A" w:rsidTr="00176E78">
        <w:trPr>
          <w:trHeight w:val="20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代理人</w:t>
            </w:r>
          </w:p>
          <w:p w:rsidR="00176E78" w:rsidRPr="00AE585A" w:rsidRDefault="00176E78" w:rsidP="00E559E1">
            <w:pPr>
              <w:jc w:val="distribute"/>
            </w:pPr>
            <w:r w:rsidRPr="00AE585A">
              <w:t>(</w:t>
            </w:r>
            <w:r w:rsidRPr="00AE585A">
              <w:rPr>
                <w:rFonts w:hint="eastAsia"/>
              </w:rPr>
              <w:t>市外所有者のみ</w:t>
            </w:r>
            <w:r w:rsidRPr="00AE585A">
              <w:t>)</w:t>
            </w:r>
          </w:p>
        </w:tc>
        <w:tc>
          <w:tcPr>
            <w:tcW w:w="7087" w:type="dxa"/>
            <w:vAlign w:val="bottom"/>
          </w:tcPr>
          <w:p w:rsidR="00176E78" w:rsidRPr="00AE585A" w:rsidRDefault="00176E78" w:rsidP="00176E78">
            <w:pPr>
              <w:ind w:firstLineChars="100" w:firstLine="260"/>
            </w:pPr>
            <w:r w:rsidRPr="00AE585A">
              <w:rPr>
                <w:rFonts w:hint="eastAsia"/>
              </w:rPr>
              <w:t>住所</w:t>
            </w:r>
          </w:p>
          <w:p w:rsidR="00176E78" w:rsidRPr="00AE585A" w:rsidRDefault="00176E78" w:rsidP="00176E78">
            <w:pPr>
              <w:ind w:firstLineChars="100" w:firstLine="260"/>
            </w:pPr>
            <w:r w:rsidRPr="00AE585A">
              <w:rPr>
                <w:rFonts w:hint="eastAsia"/>
              </w:rPr>
              <w:t>氏名</w:t>
            </w:r>
          </w:p>
        </w:tc>
      </w:tr>
      <w:tr w:rsidR="00176E78" w:rsidRPr="00AE585A" w:rsidTr="00176E78">
        <w:trPr>
          <w:trHeight w:val="495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用途</w:t>
            </w:r>
          </w:p>
        </w:tc>
        <w:tc>
          <w:tcPr>
            <w:tcW w:w="7087" w:type="dxa"/>
            <w:vAlign w:val="center"/>
          </w:tcPr>
          <w:p w:rsidR="00176E78" w:rsidRPr="00AE585A" w:rsidRDefault="007E3400" w:rsidP="00E559E1">
            <w:pPr>
              <w:ind w:firstLineChars="100" w:firstLine="260"/>
            </w:pPr>
            <w:sdt>
              <w:sdtPr>
                <w:id w:val="-100204942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>家事用</w:t>
            </w:r>
            <w:r w:rsidR="00176E78">
              <w:rPr>
                <w:rFonts w:hint="eastAsia"/>
              </w:rPr>
              <w:t xml:space="preserve">　</w:t>
            </w:r>
            <w:sdt>
              <w:sdtPr>
                <w:id w:val="176503095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>業務用</w:t>
            </w:r>
            <w:r w:rsidR="00176E78">
              <w:rPr>
                <w:rFonts w:hint="eastAsia"/>
              </w:rPr>
              <w:t xml:space="preserve">　</w:t>
            </w:r>
            <w:sdt>
              <w:sdtPr>
                <w:id w:val="-94121554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>官公署用</w:t>
            </w:r>
            <w:r w:rsidR="00176E78">
              <w:rPr>
                <w:rFonts w:hint="eastAsia"/>
              </w:rPr>
              <w:t xml:space="preserve">　</w:t>
            </w:r>
            <w:sdt>
              <w:sdtPr>
                <w:id w:val="-164588827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>共用</w:t>
            </w:r>
            <w:r w:rsidR="00176E78">
              <w:rPr>
                <w:rFonts w:hint="eastAsia"/>
              </w:rPr>
              <w:t xml:space="preserve">　</w:t>
            </w:r>
            <w:sdt>
              <w:sdtPr>
                <w:id w:val="19783354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>その他</w:t>
            </w:r>
          </w:p>
        </w:tc>
      </w:tr>
      <w:tr w:rsidR="00176E78" w:rsidRPr="00AE585A" w:rsidTr="00176E78">
        <w:trPr>
          <w:trHeight w:val="640"/>
        </w:trPr>
        <w:tc>
          <w:tcPr>
            <w:tcW w:w="2552" w:type="dxa"/>
            <w:vAlign w:val="center"/>
          </w:tcPr>
          <w:p w:rsidR="00176E78" w:rsidRPr="00AE585A" w:rsidRDefault="00176E78" w:rsidP="00176E78">
            <w:pPr>
              <w:jc w:val="distribute"/>
            </w:pPr>
            <w:r w:rsidRPr="00AE585A">
              <w:rPr>
                <w:rFonts w:hint="eastAsia"/>
              </w:rPr>
              <w:t>建築確認許可又は受付番号</w:t>
            </w:r>
          </w:p>
        </w:tc>
        <w:tc>
          <w:tcPr>
            <w:tcW w:w="7087" w:type="dxa"/>
            <w:vAlign w:val="center"/>
          </w:tcPr>
          <w:p w:rsidR="00176E78" w:rsidRPr="00AE585A" w:rsidRDefault="00176E78" w:rsidP="00176E78">
            <w:pPr>
              <w:ind w:firstLineChars="100" w:firstLine="260"/>
            </w:pPr>
            <w:r w:rsidRPr="00AE585A">
              <w:rPr>
                <w:rFonts w:hint="eastAsia"/>
              </w:rPr>
              <w:t>許可</w:t>
            </w:r>
            <w:r w:rsidRPr="00AE585A">
              <w:t>(</w:t>
            </w:r>
            <w:r w:rsidRPr="00AE585A">
              <w:rPr>
                <w:rFonts w:hint="eastAsia"/>
              </w:rPr>
              <w:t>受付</w:t>
            </w:r>
            <w:r w:rsidRPr="00AE585A">
              <w:t>)</w:t>
            </w:r>
            <w:r w:rsidRPr="00AE585A">
              <w:rPr>
                <w:rFonts w:hint="eastAsia"/>
              </w:rPr>
              <w:t xml:space="preserve">　　　　　年　　月　　日</w:t>
            </w:r>
          </w:p>
          <w:p w:rsidR="00176E78" w:rsidRPr="00AE585A" w:rsidRDefault="00176E78" w:rsidP="00176E78">
            <w:pPr>
              <w:ind w:firstLineChars="100" w:firstLine="260"/>
            </w:pPr>
            <w:r w:rsidRPr="00AE585A">
              <w:rPr>
                <w:rFonts w:hint="eastAsia"/>
              </w:rPr>
              <w:t xml:space="preserve">　　　　　　　　　　第　　　　　号</w:t>
            </w:r>
          </w:p>
        </w:tc>
      </w:tr>
      <w:tr w:rsidR="00176E78" w:rsidRPr="00AE585A" w:rsidTr="00176E78">
        <w:trPr>
          <w:trHeight w:val="289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工事事業者</w:t>
            </w:r>
          </w:p>
        </w:tc>
        <w:tc>
          <w:tcPr>
            <w:tcW w:w="7087" w:type="dxa"/>
          </w:tcPr>
          <w:p w:rsidR="00176E78" w:rsidRPr="00AE585A" w:rsidRDefault="00176E78" w:rsidP="00E559E1">
            <w:r>
              <w:rPr>
                <w:rFonts w:hint="eastAsia"/>
              </w:rPr>
              <w:t xml:space="preserve">　</w:t>
            </w:r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97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供給希望年月日</w:t>
            </w:r>
          </w:p>
        </w:tc>
        <w:tc>
          <w:tcPr>
            <w:tcW w:w="7087" w:type="dxa"/>
            <w:vAlign w:val="center"/>
          </w:tcPr>
          <w:p w:rsidR="00176E78" w:rsidRPr="00AE585A" w:rsidRDefault="00176E78" w:rsidP="00E559E1">
            <w:pPr>
              <w:ind w:firstLineChars="100" w:firstLine="260"/>
            </w:pPr>
            <w:r w:rsidRPr="00AE585A">
              <w:rPr>
                <w:rFonts w:hint="eastAsia"/>
              </w:rPr>
              <w:t xml:space="preserve">　　　　　　　年　　月　　日</w:t>
            </w:r>
          </w:p>
        </w:tc>
      </w:tr>
      <w:tr w:rsidR="00176E78" w:rsidRPr="00AE585A" w:rsidTr="00176E78">
        <w:trPr>
          <w:trHeight w:val="70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量水器</w:t>
            </w:r>
          </w:p>
        </w:tc>
        <w:tc>
          <w:tcPr>
            <w:tcW w:w="7087" w:type="dxa"/>
            <w:vAlign w:val="center"/>
          </w:tcPr>
          <w:p w:rsidR="00176E78" w:rsidRPr="00AE585A" w:rsidRDefault="00176E78" w:rsidP="00E559E1">
            <w:pPr>
              <w:ind w:firstLineChars="100" w:firstLine="260"/>
            </w:pPr>
            <w:r w:rsidRPr="00AE585A">
              <w:rPr>
                <w:rFonts w:hint="eastAsia"/>
              </w:rPr>
              <w:t xml:space="preserve">口径　　　</w:t>
            </w:r>
            <w:r w:rsidRPr="00AE585A">
              <w:t>mm</w:t>
            </w:r>
            <w:r w:rsidRPr="00AE585A">
              <w:rPr>
                <w:rFonts w:hint="eastAsia"/>
              </w:rPr>
              <w:t xml:space="preserve">　　　個</w:t>
            </w:r>
          </w:p>
        </w:tc>
      </w:tr>
      <w:tr w:rsidR="00176E78" w:rsidRPr="00AE585A" w:rsidTr="00176E78">
        <w:trPr>
          <w:trHeight w:val="253"/>
        </w:trPr>
        <w:tc>
          <w:tcPr>
            <w:tcW w:w="2552" w:type="dxa"/>
            <w:vAlign w:val="center"/>
          </w:tcPr>
          <w:p w:rsidR="00176E78" w:rsidRPr="00AE585A" w:rsidRDefault="00176E78" w:rsidP="00E559E1">
            <w:pPr>
              <w:jc w:val="distribute"/>
            </w:pPr>
            <w:r w:rsidRPr="00AE585A">
              <w:rPr>
                <w:rFonts w:hint="eastAsia"/>
              </w:rPr>
              <w:t>家屋の種類</w:t>
            </w:r>
          </w:p>
        </w:tc>
        <w:tc>
          <w:tcPr>
            <w:tcW w:w="7087" w:type="dxa"/>
            <w:vAlign w:val="center"/>
          </w:tcPr>
          <w:p w:rsidR="00176E78" w:rsidRDefault="007E3400" w:rsidP="00E559E1">
            <w:pPr>
              <w:ind w:firstLineChars="100" w:firstLine="260"/>
            </w:pPr>
            <w:sdt>
              <w:sdtPr>
                <w:id w:val="-134817103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 xml:space="preserve">住宅　　</w:t>
            </w:r>
            <w:sdt>
              <w:sdtPr>
                <w:id w:val="-162453434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 xml:space="preserve">アパート　</w:t>
            </w:r>
            <w:sdt>
              <w:sdtPr>
                <w:id w:val="178993454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 xml:space="preserve">店舗　　</w:t>
            </w:r>
            <w:sdt>
              <w:sdtPr>
                <w:id w:val="-24580341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>工場</w:t>
            </w:r>
            <w:r w:rsidR="00176E78">
              <w:rPr>
                <w:rFonts w:hint="eastAsia"/>
              </w:rPr>
              <w:t xml:space="preserve">　　</w:t>
            </w:r>
            <w:sdt>
              <w:sdtPr>
                <w:id w:val="-37763458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>作業所</w:t>
            </w:r>
          </w:p>
          <w:p w:rsidR="00176E78" w:rsidRPr="00AE585A" w:rsidRDefault="007E3400" w:rsidP="00E559E1">
            <w:pPr>
              <w:ind w:firstLineChars="100" w:firstLine="260"/>
            </w:pPr>
            <w:sdt>
              <w:sdtPr>
                <w:id w:val="-105955498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 xml:space="preserve">便所　　</w:t>
            </w:r>
            <w:sdt>
              <w:sdtPr>
                <w:id w:val="-33777800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 xml:space="preserve">倉庫　</w:t>
            </w:r>
            <w:r w:rsidR="00176E78">
              <w:rPr>
                <w:rFonts w:hint="eastAsia"/>
              </w:rPr>
              <w:t xml:space="preserve">　</w:t>
            </w:r>
            <w:r w:rsidR="00176E78" w:rsidRPr="00AE585A">
              <w:rPr>
                <w:rFonts w:hint="eastAsia"/>
              </w:rPr>
              <w:t xml:space="preserve">　</w:t>
            </w:r>
            <w:sdt>
              <w:sdtPr>
                <w:id w:val="111533140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 xml:space="preserve">事務所　</w:t>
            </w:r>
            <w:sdt>
              <w:sdtPr>
                <w:id w:val="209242121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54522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E78" w:rsidRPr="00AE585A">
              <w:rPr>
                <w:rFonts w:hint="eastAsia"/>
              </w:rPr>
              <w:t>その他</w:t>
            </w:r>
          </w:p>
        </w:tc>
      </w:tr>
    </w:tbl>
    <w:p w:rsidR="00176E78" w:rsidRPr="00AE585A" w:rsidRDefault="00176E78" w:rsidP="00176E78">
      <w:r w:rsidRPr="00AE585A">
        <w:rPr>
          <w:rFonts w:hint="eastAsia"/>
        </w:rPr>
        <w:t xml:space="preserve">　上記のとおり給水装置工事の施行を申し込みます。</w:t>
      </w:r>
    </w:p>
    <w:p w:rsidR="00176E78" w:rsidRPr="00AE585A" w:rsidRDefault="00176E78" w:rsidP="00983754">
      <w:pPr>
        <w:spacing w:line="200" w:lineRule="exact"/>
      </w:pPr>
    </w:p>
    <w:p w:rsidR="00176E78" w:rsidRPr="00AE585A" w:rsidRDefault="00176E78" w:rsidP="00176E78">
      <w:pPr>
        <w:jc w:val="right"/>
      </w:pPr>
      <w:r>
        <w:rPr>
          <w:rFonts w:hint="eastAsia"/>
        </w:rPr>
        <w:t xml:space="preserve">年　　月　　日　</w:t>
      </w:r>
    </w:p>
    <w:p w:rsidR="00176E78" w:rsidRPr="00AE585A" w:rsidRDefault="00176E78" w:rsidP="00983754">
      <w:pPr>
        <w:spacing w:line="200" w:lineRule="exact"/>
      </w:pPr>
    </w:p>
    <w:p w:rsidR="00176E78" w:rsidRPr="00AE585A" w:rsidRDefault="00176E78" w:rsidP="00176E78">
      <w:r w:rsidRPr="00AE585A">
        <w:rPr>
          <w:rFonts w:hint="eastAsia"/>
        </w:rPr>
        <w:t xml:space="preserve">　清須市長　様</w:t>
      </w:r>
    </w:p>
    <w:p w:rsidR="00176E78" w:rsidRPr="00AE585A" w:rsidRDefault="00176E78" w:rsidP="00983754">
      <w:pPr>
        <w:spacing w:line="200" w:lineRule="exact"/>
      </w:pPr>
    </w:p>
    <w:p w:rsidR="00176E78" w:rsidRPr="00AE585A" w:rsidRDefault="00176E78" w:rsidP="00176E78">
      <w:pPr>
        <w:jc w:val="right"/>
      </w:pPr>
      <w:r w:rsidRPr="00AE585A">
        <w:rPr>
          <w:rFonts w:hint="eastAsia"/>
        </w:rPr>
        <w:t xml:space="preserve">住所　　　　　　　　　　</w:t>
      </w:r>
      <w:r>
        <w:rPr>
          <w:rFonts w:hint="eastAsia"/>
        </w:rPr>
        <w:t xml:space="preserve">　</w:t>
      </w:r>
      <w:r w:rsidRPr="00AE585A">
        <w:rPr>
          <w:rFonts w:hint="eastAsia"/>
        </w:rPr>
        <w:t xml:space="preserve">　　　　　　</w:t>
      </w:r>
    </w:p>
    <w:p w:rsidR="00176E78" w:rsidRPr="00AE585A" w:rsidRDefault="00176E78" w:rsidP="00176E78">
      <w:pPr>
        <w:jc w:val="right"/>
      </w:pPr>
      <w:r w:rsidRPr="00AE585A">
        <w:rPr>
          <w:rFonts w:hint="eastAsia"/>
        </w:rPr>
        <w:t xml:space="preserve">申込者　　　　　　　　　　　　　　　　　　　　　</w:t>
      </w:r>
    </w:p>
    <w:p w:rsidR="00176E78" w:rsidRPr="00AE585A" w:rsidRDefault="00176E78" w:rsidP="00176E78">
      <w:pPr>
        <w:jc w:val="right"/>
      </w:pPr>
      <w:r w:rsidRPr="00AE585A">
        <w:rPr>
          <w:rFonts w:hint="eastAsia"/>
        </w:rPr>
        <w:t xml:space="preserve">氏名　　　　　　　　　　　</w:t>
      </w:r>
      <w:r>
        <w:rPr>
          <w:rFonts w:hint="eastAsia"/>
        </w:rPr>
        <w:t xml:space="preserve">　</w:t>
      </w:r>
      <w:r w:rsidRPr="00AE585A">
        <w:rPr>
          <w:rFonts w:hint="eastAsia"/>
        </w:rPr>
        <w:t xml:space="preserve">　　　</w:t>
      </w:r>
      <w:r>
        <w:rPr>
          <w:rFonts w:hint="eastAsia"/>
        </w:rPr>
        <w:t>㊞</w:t>
      </w:r>
      <w:r w:rsidRPr="00AE585A">
        <w:rPr>
          <w:rFonts w:hint="eastAsia"/>
        </w:rPr>
        <w:t xml:space="preserve">　</w:t>
      </w:r>
    </w:p>
    <w:p w:rsidR="00176E78" w:rsidRDefault="00176E78" w:rsidP="00176E78">
      <w:pPr>
        <w:jc w:val="right"/>
      </w:pPr>
      <w:r>
        <w:rPr>
          <w:rFonts w:hint="eastAsia"/>
        </w:rPr>
        <w:t>（</w:t>
      </w:r>
      <w:r w:rsidRPr="00AE585A">
        <w:rPr>
          <w:rFonts w:hint="eastAsia"/>
        </w:rPr>
        <w:t>電話</w:t>
      </w:r>
      <w:r>
        <w:rPr>
          <w:rFonts w:hint="eastAsia"/>
        </w:rPr>
        <w:t>）</w:t>
      </w:r>
      <w:r w:rsidRPr="00AE585A">
        <w:rPr>
          <w:rFonts w:hint="eastAsia"/>
        </w:rPr>
        <w:t xml:space="preserve">　　　―　　　―　　　　　　　　</w:t>
      </w:r>
    </w:p>
    <w:p w:rsidR="00983754" w:rsidRPr="00AE585A" w:rsidRDefault="00983754" w:rsidP="00983754">
      <w:pPr>
        <w:jc w:val="left"/>
      </w:pPr>
      <w:r>
        <w:rPr>
          <w:rFonts w:hint="eastAsia"/>
        </w:rPr>
        <w:t>備考　本人（法人の場合は代表者）が自署する場合は、押印省略可</w:t>
      </w:r>
    </w:p>
    <w:p w:rsidR="00176E78" w:rsidRPr="00AE585A" w:rsidRDefault="00176E78" w:rsidP="00176E78">
      <w:pPr>
        <w:sectPr w:rsidR="00176E78" w:rsidRPr="00AE585A" w:rsidSect="00006411">
          <w:footerReference w:type="even" r:id="rId6"/>
          <w:pgSz w:w="11906" w:h="16838" w:code="9"/>
          <w:pgMar w:top="1418" w:right="1134" w:bottom="1134" w:left="1134" w:header="284" w:footer="284" w:gutter="0"/>
          <w:cols w:space="425"/>
          <w:noEndnote/>
          <w:docGrid w:type="linesAndChars" w:linePitch="476" w:charSpace="4195"/>
        </w:sectPr>
      </w:pPr>
    </w:p>
    <w:p w:rsidR="00176E78" w:rsidRPr="00AE585A" w:rsidRDefault="00176E78" w:rsidP="00176E78">
      <w:pPr>
        <w:jc w:val="center"/>
      </w:pPr>
      <w:r w:rsidRPr="00AE585A">
        <w:lastRenderedPageBreak/>
        <w:t>(</w:t>
      </w:r>
      <w:r w:rsidRPr="00AE585A">
        <w:rPr>
          <w:rFonts w:hint="eastAsia"/>
        </w:rPr>
        <w:t>裏</w:t>
      </w:r>
      <w:r w:rsidRPr="00AE585A">
        <w:t>)</w:t>
      </w:r>
    </w:p>
    <w:p w:rsidR="00176E78" w:rsidRPr="00AE585A" w:rsidRDefault="00176E78" w:rsidP="00176E78">
      <w:pPr>
        <w:jc w:val="center"/>
      </w:pPr>
    </w:p>
    <w:p w:rsidR="00176E78" w:rsidRPr="00AE585A" w:rsidRDefault="00176E78" w:rsidP="00176E78">
      <w:pPr>
        <w:jc w:val="center"/>
      </w:pPr>
      <w:r w:rsidRPr="00AE585A">
        <w:t>(</w:t>
      </w:r>
      <w:r w:rsidRPr="00AE585A">
        <w:rPr>
          <w:rFonts w:hint="eastAsia"/>
        </w:rPr>
        <w:t>給水装置工事場所付近見取図</w:t>
      </w:r>
      <w:r w:rsidRPr="00AE585A">
        <w:t>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2"/>
        <w:gridCol w:w="602"/>
        <w:gridCol w:w="603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  <w:gridCol w:w="602"/>
        <w:gridCol w:w="603"/>
      </w:tblGrid>
      <w:tr w:rsidR="00176E78" w:rsidRPr="00AE585A" w:rsidTr="00176E78">
        <w:trPr>
          <w:trHeight w:val="700"/>
        </w:trPr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top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  <w:tr w:rsidR="00176E78" w:rsidRPr="00AE585A" w:rsidTr="00176E78">
        <w:trPr>
          <w:trHeight w:val="700"/>
        </w:trPr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176E78" w:rsidRPr="00AE585A" w:rsidRDefault="00176E78" w:rsidP="00E559E1">
            <w:r w:rsidRPr="00AE585A">
              <w:rPr>
                <w:rFonts w:hint="eastAsia"/>
              </w:rPr>
              <w:t xml:space="preserve">　</w:t>
            </w:r>
          </w:p>
        </w:tc>
      </w:tr>
    </w:tbl>
    <w:p w:rsidR="00176E78" w:rsidRPr="00AE585A" w:rsidRDefault="00176E78" w:rsidP="00176E78">
      <w:r w:rsidRPr="00AE585A">
        <w:rPr>
          <w:rFonts w:hint="eastAsia"/>
        </w:rPr>
        <w:t xml:space="preserve">注　</w:t>
      </w:r>
      <w:r w:rsidRPr="00AE585A">
        <w:t>1</w:t>
      </w:r>
      <w:r w:rsidRPr="00AE585A">
        <w:rPr>
          <w:rFonts w:hint="eastAsia"/>
        </w:rPr>
        <w:t xml:space="preserve">　申込場所を朱記してください。</w:t>
      </w:r>
    </w:p>
    <w:p w:rsidR="00176E78" w:rsidRPr="00AE585A" w:rsidRDefault="00176E78" w:rsidP="00176E78">
      <w:r w:rsidRPr="00AE585A">
        <w:rPr>
          <w:rFonts w:hint="eastAsia"/>
        </w:rPr>
        <w:t xml:space="preserve">　　</w:t>
      </w:r>
      <w:r w:rsidRPr="00AE585A">
        <w:t>2</w:t>
      </w:r>
      <w:r w:rsidRPr="00AE585A">
        <w:rPr>
          <w:rFonts w:hint="eastAsia"/>
        </w:rPr>
        <w:t xml:space="preserve">　近くの水道加入者を表示してください。</w:t>
      </w:r>
    </w:p>
    <w:p w:rsidR="00DC20AD" w:rsidRPr="00176E78" w:rsidRDefault="00DC20AD" w:rsidP="00DB67A1"/>
    <w:sectPr w:rsidR="00DC20AD" w:rsidRPr="00176E78" w:rsidSect="00006411">
      <w:pgSz w:w="11906" w:h="16838" w:code="9"/>
      <w:pgMar w:top="1418" w:right="1134" w:bottom="1134" w:left="1134" w:header="284" w:footer="284" w:gutter="0"/>
      <w:cols w:space="425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736" w:rsidRDefault="00C40736" w:rsidP="002C3958">
      <w:r>
        <w:separator/>
      </w:r>
    </w:p>
  </w:endnote>
  <w:endnote w:type="continuationSeparator" w:id="0">
    <w:p w:rsidR="00C40736" w:rsidRDefault="00C40736" w:rsidP="002C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E78" w:rsidRDefault="00176E7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6E78" w:rsidRDefault="00176E7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736" w:rsidRDefault="00C40736" w:rsidP="002C3958">
      <w:r>
        <w:separator/>
      </w:r>
    </w:p>
  </w:footnote>
  <w:footnote w:type="continuationSeparator" w:id="0">
    <w:p w:rsidR="00C40736" w:rsidRDefault="00C40736" w:rsidP="002C3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245"/>
  <w:drawingGridVerticalSpacing w:val="238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78"/>
    <w:rsid w:val="00012DFD"/>
    <w:rsid w:val="0002608E"/>
    <w:rsid w:val="00125772"/>
    <w:rsid w:val="00153129"/>
    <w:rsid w:val="00176E78"/>
    <w:rsid w:val="001F037C"/>
    <w:rsid w:val="002C3958"/>
    <w:rsid w:val="00413F30"/>
    <w:rsid w:val="0054522A"/>
    <w:rsid w:val="00594309"/>
    <w:rsid w:val="0076265E"/>
    <w:rsid w:val="00792A24"/>
    <w:rsid w:val="007E3400"/>
    <w:rsid w:val="008E5CE9"/>
    <w:rsid w:val="009623F7"/>
    <w:rsid w:val="00983754"/>
    <w:rsid w:val="009F5EC7"/>
    <w:rsid w:val="00B1658F"/>
    <w:rsid w:val="00B7702C"/>
    <w:rsid w:val="00C40736"/>
    <w:rsid w:val="00CE4E7C"/>
    <w:rsid w:val="00DB67A1"/>
    <w:rsid w:val="00DC20AD"/>
    <w:rsid w:val="00E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C4CBC4-F68C-4234-8FE1-043C3CB2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E78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958"/>
    <w:pPr>
      <w:tabs>
        <w:tab w:val="center" w:pos="4252"/>
        <w:tab w:val="right" w:pos="8504"/>
      </w:tabs>
      <w:wordWrap/>
      <w:overflowPunct/>
      <w:autoSpaceDE/>
      <w:autoSpaceDN/>
      <w:adjustRightInd/>
      <w:snapToGrid w:val="0"/>
    </w:pPr>
    <w:rPr>
      <w:rFonts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C3958"/>
  </w:style>
  <w:style w:type="paragraph" w:styleId="a5">
    <w:name w:val="footer"/>
    <w:basedOn w:val="a"/>
    <w:link w:val="a6"/>
    <w:uiPriority w:val="99"/>
    <w:unhideWhenUsed/>
    <w:rsid w:val="002C3958"/>
    <w:pPr>
      <w:tabs>
        <w:tab w:val="center" w:pos="4252"/>
        <w:tab w:val="right" w:pos="8504"/>
      </w:tabs>
      <w:wordWrap/>
      <w:overflowPunct/>
      <w:autoSpaceDE/>
      <w:autoSpaceDN/>
      <w:adjustRightInd/>
      <w:snapToGrid w:val="0"/>
    </w:pPr>
    <w:rPr>
      <w:rFonts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C3958"/>
  </w:style>
  <w:style w:type="paragraph" w:styleId="a7">
    <w:name w:val="Balloon Text"/>
    <w:basedOn w:val="a"/>
    <w:link w:val="a8"/>
    <w:uiPriority w:val="99"/>
    <w:semiHidden/>
    <w:unhideWhenUsed/>
    <w:rsid w:val="00DC20AD"/>
    <w:pPr>
      <w:wordWrap/>
      <w:overflowPunct/>
      <w:autoSpaceDE/>
      <w:autoSpaceDN/>
      <w:adjustRightInd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20A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age number"/>
    <w:basedOn w:val="a0"/>
    <w:uiPriority w:val="99"/>
    <w:semiHidden/>
    <w:rsid w:val="00176E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iji-noguchi\Documents\Office%20&#12398;&#12459;&#12473;&#12479;&#12512;%20&#12486;&#12531;&#12503;&#12524;&#12540;&#12488;\&#20363;&#35215;&#21046;&#23450;&#25913;&#24259;&#25991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例規制定改廃文テンプレート.dotx</Template>
  <TotalTime>10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清須市水道事業</dc:creator>
  <cp:keywords/>
  <dc:description/>
  <cp:lastModifiedBy>kiyosu</cp:lastModifiedBy>
  <cp:revision>6</cp:revision>
  <cp:lastPrinted>2019-12-05T06:01:00Z</cp:lastPrinted>
  <dcterms:created xsi:type="dcterms:W3CDTF">2022-03-25T02:15:00Z</dcterms:created>
  <dcterms:modified xsi:type="dcterms:W3CDTF">2022-04-21T10:46:00Z</dcterms:modified>
</cp:coreProperties>
</file>